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A1664D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1C62863D" w14:textId="77777777" w:rsidR="0050215E" w:rsidRPr="0050215E" w:rsidRDefault="0050215E" w:rsidP="0050215E">
            <w:pPr>
              <w:framePr w:w="9582" w:h="2155" w:wrap="notBeside" w:vAnchor="page" w:hAnchor="page" w:x="1702" w:y="3063"/>
            </w:pPr>
            <w:r w:rsidRPr="0050215E"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 w:rsidRPr="0050215E">
              <w:instrText xml:space="preserve"> FORMTEXT </w:instrText>
            </w:r>
            <w:r w:rsidRPr="0050215E">
              <w:fldChar w:fldCharType="separate"/>
            </w:r>
            <w:r w:rsidRPr="0050215E">
              <w:t>Tallinna Linnavalitsus</w:t>
            </w:r>
          </w:p>
          <w:p w14:paraId="119C2CE4" w14:textId="0AC4A2F0" w:rsidR="00E85637" w:rsidRDefault="0050215E" w:rsidP="0050215E">
            <w:pPr>
              <w:framePr w:w="9582" w:h="2155" w:wrap="notBeside" w:vAnchor="page" w:hAnchor="page" w:x="1702" w:y="3063"/>
            </w:pPr>
            <w:r w:rsidRPr="0050215E">
              <w:t xml:space="preserve">lvpost@tallinnlv.ee </w:t>
            </w:r>
            <w:r w:rsidRPr="0050215E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2F72EE63" w14:textId="4C9BA8DE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67301159" w14:textId="5DEC4839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0BA8E343" w14:textId="77777777">
        <w:trPr>
          <w:cantSplit/>
          <w:trHeight w:val="743"/>
        </w:trPr>
        <w:tc>
          <w:tcPr>
            <w:tcW w:w="5216" w:type="dxa"/>
            <w:vMerge/>
          </w:tcPr>
          <w:p w14:paraId="0826657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40F614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D136225" w14:textId="43236481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15881" w:rsidRPr="00715881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715881">
              <w:rPr>
                <w:noProof/>
              </w:rPr>
              <w:t>3-2.1/202</w:t>
            </w:r>
            <w:r w:rsidR="009361CC">
              <w:rPr>
                <w:noProof/>
              </w:rPr>
              <w:t>4</w:t>
            </w:r>
            <w:r w:rsidR="009434EC">
              <w:rPr>
                <w:noProof/>
              </w:rPr>
              <w:t>/</w:t>
            </w:r>
            <w:r w:rsidR="00966358">
              <w:rPr>
                <w:noProof/>
              </w:rPr>
              <w:t>1</w:t>
            </w:r>
            <w:r w:rsidR="0050215E">
              <w:rPr>
                <w:noProof/>
              </w:rPr>
              <w:t>350</w:t>
            </w:r>
            <w:r>
              <w:fldChar w:fldCharType="end"/>
            </w:r>
            <w:bookmarkEnd w:id="1"/>
          </w:p>
        </w:tc>
      </w:tr>
      <w:tr w:rsidR="00E85637" w14:paraId="42080C7A" w14:textId="77777777">
        <w:trPr>
          <w:cantSplit/>
          <w:trHeight w:hRule="exact" w:val="23"/>
        </w:trPr>
        <w:tc>
          <w:tcPr>
            <w:tcW w:w="5216" w:type="dxa"/>
          </w:tcPr>
          <w:p w14:paraId="69232F3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5D6714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EC54C2D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D36BA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ED5BC82" w14:textId="77777777" w:rsidR="00E85637" w:rsidRDefault="00E85637">
      <w:pPr>
        <w:rPr>
          <w:spacing w:val="0"/>
          <w:position w:val="0"/>
          <w:sz w:val="20"/>
        </w:rPr>
      </w:pPr>
    </w:p>
    <w:p w14:paraId="78ADB51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9337EC9" wp14:editId="2793C85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FF105" w14:textId="77777777" w:rsidR="0050215E" w:rsidRPr="0050215E" w:rsidRDefault="0050215E" w:rsidP="0050215E">
      <w:pPr>
        <w:rPr>
          <w:b/>
          <w:kern w:val="28"/>
        </w:rPr>
      </w:pPr>
      <w:r w:rsidRPr="0050215E">
        <w:rPr>
          <w:b/>
          <w:kern w:val="28"/>
        </w:rP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bookmarkStart w:id="2" w:name="Text7"/>
      <w:r w:rsidRPr="0050215E">
        <w:rPr>
          <w:b/>
          <w:kern w:val="28"/>
        </w:rPr>
        <w:instrText xml:space="preserve"> FORMTEXT </w:instrText>
      </w:r>
      <w:r w:rsidRPr="0050215E">
        <w:rPr>
          <w:b/>
          <w:kern w:val="28"/>
        </w:rPr>
      </w:r>
      <w:r w:rsidRPr="0050215E">
        <w:rPr>
          <w:b/>
          <w:kern w:val="28"/>
        </w:rPr>
        <w:fldChar w:fldCharType="separate"/>
      </w:r>
      <w:r w:rsidRPr="0050215E">
        <w:rPr>
          <w:b/>
          <w:kern w:val="28"/>
        </w:rPr>
        <w:t>Nõusoleku küsimine kasvava metsa raieks</w:t>
      </w:r>
      <w:r w:rsidRPr="0050215E">
        <w:rPr>
          <w:b/>
          <w:kern w:val="28"/>
        </w:rPr>
        <w:fldChar w:fldCharType="end"/>
      </w:r>
      <w:bookmarkEnd w:id="2"/>
    </w:p>
    <w:p w14:paraId="55042EF1" w14:textId="77777777" w:rsidR="00E85637" w:rsidRDefault="00E85637">
      <w:pPr>
        <w:rPr>
          <w:sz w:val="26"/>
        </w:rPr>
      </w:pPr>
    </w:p>
    <w:p w14:paraId="6C67C9DF" w14:textId="77777777" w:rsidR="00E85637" w:rsidRDefault="00E85637"/>
    <w:p w14:paraId="2822402D" w14:textId="77777777" w:rsidR="0050215E" w:rsidRDefault="0050215E">
      <w:pPr>
        <w:sectPr w:rsidR="0050215E" w:rsidSect="00A87F6F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52FBD8B" w14:textId="77777777" w:rsidR="0050215E" w:rsidRPr="0050215E" w:rsidRDefault="0050215E" w:rsidP="0050215E">
      <w:pPr>
        <w:jc w:val="both"/>
      </w:pPr>
      <w:r w:rsidRPr="0050215E">
        <w:t>Tulenevalt Metsaseaduse § 42 lõikest 3, mis sätestab, et planeeringuga linna kui asustusüksuse rohealaks määratud alal kasvavat metsa ei tohi raiuda kohaliku omavalitsuse nõusolekuta.</w:t>
      </w:r>
    </w:p>
    <w:p w14:paraId="73877634" w14:textId="2D9F2AA4" w:rsidR="0050215E" w:rsidRPr="0050215E" w:rsidRDefault="0050215E" w:rsidP="0050215E">
      <w:pPr>
        <w:jc w:val="both"/>
      </w:pPr>
      <w:r w:rsidRPr="0050215E">
        <w:t>RMK Edela regioon taotleb nõusolekut katastriüksusel 78404:409:0113</w:t>
      </w:r>
      <w:r>
        <w:t>,</w:t>
      </w:r>
      <w:r w:rsidRPr="0050215E">
        <w:t xml:space="preserve"> riigimetsa kvartalil SK483 trassiraie käigus ohtlike puude raieks. Taotluse puude raieks esitas Moora 12 elanik.</w:t>
      </w:r>
    </w:p>
    <w:p w14:paraId="2ECE9AA2" w14:textId="77777777" w:rsidR="0050215E" w:rsidRPr="0050215E" w:rsidRDefault="0050215E" w:rsidP="0050215E">
      <w:pPr>
        <w:jc w:val="both"/>
      </w:pPr>
      <w:r w:rsidRPr="0050215E">
        <w:t xml:space="preserve">Samuti katastriüksusel 78401:101:2844 kaablitrassi raadamiseks. Taotluse esitas Leonhard </w:t>
      </w:r>
      <w:proofErr w:type="spellStart"/>
      <w:r w:rsidRPr="0050215E">
        <w:t>Weiss</w:t>
      </w:r>
      <w:proofErr w:type="spellEnd"/>
      <w:r w:rsidRPr="0050215E">
        <w:t xml:space="preserve"> OÜ.</w:t>
      </w:r>
    </w:p>
    <w:p w14:paraId="470F0880" w14:textId="77777777" w:rsidR="0050215E" w:rsidRPr="0050215E" w:rsidRDefault="0050215E" w:rsidP="0050215E">
      <w:pPr>
        <w:jc w:val="both"/>
      </w:pPr>
    </w:p>
    <w:p w14:paraId="26C5F390" w14:textId="77777777" w:rsidR="0050215E" w:rsidRPr="0050215E" w:rsidRDefault="0050215E" w:rsidP="0050215E">
      <w:pPr>
        <w:jc w:val="both"/>
      </w:pPr>
      <w:r w:rsidRPr="0050215E">
        <w:t xml:space="preserve">Vastutava isiku kontaktandmed: </w:t>
      </w:r>
    </w:p>
    <w:p w14:paraId="4504D44A" w14:textId="4E33B39D" w:rsidR="001D139F" w:rsidRDefault="0050215E" w:rsidP="0050215E">
      <w:pPr>
        <w:jc w:val="both"/>
      </w:pPr>
      <w:r w:rsidRPr="0050215E">
        <w:t xml:space="preserve">Raietööde läbiviimist korraldab RMK Edela regiooni praaker Hannes </w:t>
      </w:r>
      <w:proofErr w:type="spellStart"/>
      <w:r w:rsidRPr="0050215E">
        <w:t>Brük</w:t>
      </w:r>
      <w:proofErr w:type="spellEnd"/>
      <w:r w:rsidRPr="0050215E">
        <w:t xml:space="preserve"> (GSM 53447948) ja Leonhard </w:t>
      </w:r>
      <w:proofErr w:type="spellStart"/>
      <w:r w:rsidRPr="0050215E">
        <w:t>Weiss</w:t>
      </w:r>
      <w:proofErr w:type="spellEnd"/>
      <w:r w:rsidRPr="0050215E">
        <w:t xml:space="preserve"> OÜ.</w:t>
      </w:r>
    </w:p>
    <w:p w14:paraId="7C2770C2" w14:textId="77777777" w:rsidR="0050215E" w:rsidRDefault="0050215E" w:rsidP="0050215E">
      <w:pPr>
        <w:jc w:val="both"/>
      </w:pPr>
    </w:p>
    <w:p w14:paraId="655101D5" w14:textId="77777777" w:rsidR="001D139F" w:rsidRDefault="001D139F">
      <w:pPr>
        <w:sectPr w:rsidR="001D139F" w:rsidSect="00A87F6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62BFAD9B" w14:textId="77777777" w:rsidR="0050215E" w:rsidRDefault="0050215E" w:rsidP="00864926">
      <w:pPr>
        <w:jc w:val="both"/>
        <w:rPr>
          <w:szCs w:val="24"/>
        </w:rPr>
      </w:pPr>
    </w:p>
    <w:p w14:paraId="094C63EC" w14:textId="77777777" w:rsidR="00864926" w:rsidRDefault="00864926" w:rsidP="00817427">
      <w:pPr>
        <w:jc w:val="both"/>
        <w:rPr>
          <w:szCs w:val="24"/>
        </w:rPr>
      </w:pPr>
    </w:p>
    <w:p w14:paraId="2B1988B3" w14:textId="77777777" w:rsidR="00864926" w:rsidRDefault="00864926" w:rsidP="00817427">
      <w:pPr>
        <w:jc w:val="both"/>
        <w:rPr>
          <w:szCs w:val="24"/>
        </w:rPr>
      </w:pPr>
    </w:p>
    <w:p w14:paraId="1E5C41C4" w14:textId="77777777" w:rsidR="00817427" w:rsidRDefault="00817427" w:rsidP="00817427">
      <w:pPr>
        <w:jc w:val="both"/>
      </w:pPr>
    </w:p>
    <w:p w14:paraId="31985EB3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3D75C24F" w14:textId="77777777" w:rsidR="00E85637" w:rsidRDefault="00E85637"/>
    <w:p w14:paraId="69AC1CE6" w14:textId="77777777" w:rsidR="00E85637" w:rsidRDefault="00E85637"/>
    <w:p w14:paraId="0ADD9958" w14:textId="0E8F490D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3" w:name="Dropdown9"/>
      <w:r>
        <w:rPr>
          <w:spacing w:val="0"/>
          <w:position w:val="0"/>
        </w:rPr>
        <w:instrText xml:space="preserve"> FORMDROPDOWN </w:instrText>
      </w:r>
      <w:r w:rsidR="005C1953">
        <w:rPr>
          <w:spacing w:val="0"/>
          <w:position w:val="0"/>
        </w:rPr>
      </w:r>
      <w:r w:rsidR="005C1953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14:paraId="72508D1F" w14:textId="77777777" w:rsidR="00E85637" w:rsidRDefault="00E85637"/>
    <w:p w14:paraId="6229AEB7" w14:textId="77777777" w:rsidR="0050215E" w:rsidRDefault="0050215E"/>
    <w:p w14:paraId="7AE7725A" w14:textId="77777777" w:rsidR="00E85637" w:rsidRDefault="00E85637">
      <w:pPr>
        <w:rPr>
          <w:sz w:val="2"/>
        </w:rPr>
      </w:pPr>
    </w:p>
    <w:p w14:paraId="563886FE" w14:textId="47CF3BC5" w:rsidR="00864926" w:rsidRPr="00864926" w:rsidRDefault="00864926" w:rsidP="00864926">
      <w:r w:rsidRPr="00864926"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50215E">
        <w:t>Sven Soomets</w:t>
      </w:r>
      <w:r w:rsidRPr="00864926">
        <w:fldChar w:fldCharType="end"/>
      </w:r>
    </w:p>
    <w:p w14:paraId="519FAC0B" w14:textId="77777777" w:rsidR="00864926" w:rsidRPr="00864926" w:rsidRDefault="00864926" w:rsidP="00864926">
      <w:r w:rsidRPr="00864926"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Pr="00864926">
        <w:t>RMK Edela regiooni varumisjuht</w:t>
      </w:r>
      <w:r w:rsidRPr="00864926">
        <w:fldChar w:fldCharType="end"/>
      </w:r>
    </w:p>
    <w:p w14:paraId="1E813045" w14:textId="77777777" w:rsidR="00E85637" w:rsidRDefault="00E85637"/>
    <w:p w14:paraId="522D24A5" w14:textId="77777777" w:rsidR="0050215E" w:rsidRDefault="0050215E"/>
    <w:p w14:paraId="5D257705" w14:textId="31224C27" w:rsidR="00E85637" w:rsidRDefault="0050215E">
      <w:r w:rsidRPr="0050215E">
        <w:t xml:space="preserve">Lisa 1 Asendiplaan </w:t>
      </w:r>
      <w:r w:rsidR="005C1953">
        <w:t>2</w:t>
      </w:r>
      <w:r w:rsidRPr="0050215E">
        <w:t xml:space="preserve"> lehel 1eks</w:t>
      </w:r>
    </w:p>
    <w:p w14:paraId="0A763E2D" w14:textId="77777777" w:rsidR="0050215E" w:rsidRDefault="0050215E"/>
    <w:p w14:paraId="7E92C285" w14:textId="77777777" w:rsidR="0050215E" w:rsidRDefault="0050215E"/>
    <w:p w14:paraId="5389E422" w14:textId="28E3B917" w:rsidR="00864926" w:rsidRPr="00864926" w:rsidRDefault="0050215E" w:rsidP="0050215E">
      <w:r w:rsidRPr="0050215E"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 w:rsidRPr="0050215E">
        <w:instrText xml:space="preserve"> FORMTEXT </w:instrText>
      </w:r>
      <w:r w:rsidRPr="0050215E">
        <w:fldChar w:fldCharType="separate"/>
      </w:r>
      <w:r w:rsidRPr="0050215E">
        <w:t>505 2296</w:t>
      </w:r>
      <w:r>
        <w:t xml:space="preserve">, </w:t>
      </w:r>
      <w:r w:rsidRPr="0050215E">
        <w:t>sven.soomets@rmk.ee</w:t>
      </w:r>
      <w:r w:rsidRPr="0050215E">
        <w:fldChar w:fldCharType="end"/>
      </w:r>
    </w:p>
    <w:sectPr w:rsidR="00864926" w:rsidRPr="00864926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138F0" w14:textId="77777777" w:rsidR="00A87F6F" w:rsidRDefault="00A87F6F">
      <w:r>
        <w:separator/>
      </w:r>
    </w:p>
  </w:endnote>
  <w:endnote w:type="continuationSeparator" w:id="0">
    <w:p w14:paraId="673E5975" w14:textId="77777777" w:rsidR="00A87F6F" w:rsidRDefault="00A8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853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94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597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3B83D" w14:textId="77777777" w:rsidR="00A87F6F" w:rsidRDefault="00A87F6F">
      <w:r>
        <w:separator/>
      </w:r>
    </w:p>
  </w:footnote>
  <w:footnote w:type="continuationSeparator" w:id="0">
    <w:p w14:paraId="4ACFAEB6" w14:textId="77777777" w:rsidR="00A87F6F" w:rsidRDefault="00A87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BFD7D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6A90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2AC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81"/>
    <w:rsid w:val="00057FC6"/>
    <w:rsid w:val="00084B1B"/>
    <w:rsid w:val="000A42B8"/>
    <w:rsid w:val="000D31BC"/>
    <w:rsid w:val="0015432F"/>
    <w:rsid w:val="00187A2D"/>
    <w:rsid w:val="001956F4"/>
    <w:rsid w:val="001D139F"/>
    <w:rsid w:val="001E4AC0"/>
    <w:rsid w:val="001E574A"/>
    <w:rsid w:val="00231DFB"/>
    <w:rsid w:val="0028204A"/>
    <w:rsid w:val="002D03C6"/>
    <w:rsid w:val="003212B7"/>
    <w:rsid w:val="00326150"/>
    <w:rsid w:val="00356C40"/>
    <w:rsid w:val="00360D6D"/>
    <w:rsid w:val="003A08B0"/>
    <w:rsid w:val="00436506"/>
    <w:rsid w:val="004679E9"/>
    <w:rsid w:val="00491E34"/>
    <w:rsid w:val="004F4F69"/>
    <w:rsid w:val="004F7A94"/>
    <w:rsid w:val="0050215E"/>
    <w:rsid w:val="005C1953"/>
    <w:rsid w:val="005E3DCC"/>
    <w:rsid w:val="006F39DC"/>
    <w:rsid w:val="00703324"/>
    <w:rsid w:val="00704BBF"/>
    <w:rsid w:val="00715881"/>
    <w:rsid w:val="00740B41"/>
    <w:rsid w:val="00764098"/>
    <w:rsid w:val="00782EEC"/>
    <w:rsid w:val="007B7275"/>
    <w:rsid w:val="007E0D20"/>
    <w:rsid w:val="007F482F"/>
    <w:rsid w:val="007F68A8"/>
    <w:rsid w:val="00802507"/>
    <w:rsid w:val="00817427"/>
    <w:rsid w:val="0083191F"/>
    <w:rsid w:val="00845FCB"/>
    <w:rsid w:val="00864926"/>
    <w:rsid w:val="008B1038"/>
    <w:rsid w:val="008C0A3A"/>
    <w:rsid w:val="009025DB"/>
    <w:rsid w:val="009361CC"/>
    <w:rsid w:val="009434EC"/>
    <w:rsid w:val="009549A2"/>
    <w:rsid w:val="00966358"/>
    <w:rsid w:val="009854AC"/>
    <w:rsid w:val="009B3991"/>
    <w:rsid w:val="009B3ECA"/>
    <w:rsid w:val="009D3F3A"/>
    <w:rsid w:val="009F608F"/>
    <w:rsid w:val="00A02E3A"/>
    <w:rsid w:val="00A4227C"/>
    <w:rsid w:val="00A87F6F"/>
    <w:rsid w:val="00A9445B"/>
    <w:rsid w:val="00AA3A61"/>
    <w:rsid w:val="00AA6DA9"/>
    <w:rsid w:val="00AB0C9E"/>
    <w:rsid w:val="00B21EEA"/>
    <w:rsid w:val="00B36ECD"/>
    <w:rsid w:val="00B4080A"/>
    <w:rsid w:val="00B7608B"/>
    <w:rsid w:val="00BE1106"/>
    <w:rsid w:val="00BF0803"/>
    <w:rsid w:val="00C00FCF"/>
    <w:rsid w:val="00C20765"/>
    <w:rsid w:val="00C32B5E"/>
    <w:rsid w:val="00C52479"/>
    <w:rsid w:val="00C67247"/>
    <w:rsid w:val="00C82385"/>
    <w:rsid w:val="00C96083"/>
    <w:rsid w:val="00C973B7"/>
    <w:rsid w:val="00CE3EDD"/>
    <w:rsid w:val="00CF0857"/>
    <w:rsid w:val="00DF304D"/>
    <w:rsid w:val="00E367C6"/>
    <w:rsid w:val="00E57BAC"/>
    <w:rsid w:val="00E85637"/>
    <w:rsid w:val="00EA58C5"/>
    <w:rsid w:val="00EC01CC"/>
    <w:rsid w:val="00EC5BAE"/>
    <w:rsid w:val="00F049F5"/>
    <w:rsid w:val="00F04FCF"/>
    <w:rsid w:val="00F75C1F"/>
    <w:rsid w:val="00F94062"/>
    <w:rsid w:val="00FE37D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1C84C8"/>
  <w15:docId w15:val="{88E4BD24-6708-4FC9-AC46-EF4E7998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F049F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F0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8</TotalTime>
  <Pages>1</Pages>
  <Words>106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1067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Sven Soomets</cp:lastModifiedBy>
  <cp:revision>3</cp:revision>
  <cp:lastPrinted>2023-10-13T10:35:00Z</cp:lastPrinted>
  <dcterms:created xsi:type="dcterms:W3CDTF">2024-02-28T14:10:00Z</dcterms:created>
  <dcterms:modified xsi:type="dcterms:W3CDTF">2024-02-29T07:36:00Z</dcterms:modified>
</cp:coreProperties>
</file>